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4FEA6025" w:rsidR="00004D9C" w:rsidRPr="00672057" w:rsidRDefault="00004D9C" w:rsidP="00672057">
      <w:pPr>
        <w:pStyle w:val="Title"/>
        <w:rPr>
          <w:rFonts w:ascii="Arial Narrow" w:hAnsi="Arial Narrow"/>
        </w:rPr>
      </w:pPr>
      <w:r>
        <w:rPr>
          <w:rFonts w:ascii="Arial Narrow" w:hAnsi="Arial Narrow"/>
        </w:rPr>
        <w:t>Casc</w:t>
      </w:r>
      <w:r w:rsidR="009571DF">
        <w:rPr>
          <w:rFonts w:ascii="Arial Narrow" w:hAnsi="Arial Narrow"/>
        </w:rPr>
        <w:t>adia &amp; NSD Math Partnership 2012 - 2013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B534D2F" w:rsidR="00004D9C" w:rsidRPr="00DA02E6" w:rsidRDefault="009571DF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3:20</w:t>
      </w:r>
      <w:r w:rsidR="00004D9C">
        <w:rPr>
          <w:rFonts w:ascii="Arial Narrow" w:hAnsi="Arial Narrow"/>
          <w:b/>
          <w:sz w:val="28"/>
          <w:szCs w:val="28"/>
        </w:rPr>
        <w:t xml:space="preserve"> PM</w:t>
      </w:r>
    </w:p>
    <w:p w14:paraId="56D2747E" w14:textId="4B32256E" w:rsidR="00004D9C" w:rsidRPr="00DA02E6" w:rsidRDefault="009571DF" w:rsidP="009571DF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September 20, 2012</w:t>
      </w:r>
    </w:p>
    <w:p w14:paraId="62CBFC88" w14:textId="77777777" w:rsidR="00004D9C" w:rsidRPr="00DA02E6" w:rsidRDefault="00004D9C" w:rsidP="00004D9C">
      <w:pPr>
        <w:pStyle w:val="Heading1"/>
        <w:jc w:val="left"/>
        <w:rPr>
          <w:rFonts w:ascii="Arial Narrow" w:hAnsi="Arial Narrow"/>
          <w:szCs w:val="28"/>
        </w:rPr>
      </w:pPr>
    </w:p>
    <w:p w14:paraId="194CB1F1" w14:textId="00F5BE37" w:rsidR="00004D9C" w:rsidRPr="002E66FF" w:rsidRDefault="00004D9C" w:rsidP="002E66FF">
      <w:pPr>
        <w:pStyle w:val="Heading1"/>
        <w:jc w:val="left"/>
        <w:rPr>
          <w:rFonts w:ascii="Arial Narrow" w:hAnsi="Arial Narrow"/>
          <w:szCs w:val="28"/>
        </w:rPr>
      </w:pPr>
      <w:r w:rsidRPr="00DA02E6">
        <w:rPr>
          <w:rFonts w:ascii="Arial Narrow" w:hAnsi="Arial Narrow"/>
          <w:szCs w:val="28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9288"/>
      </w:tblGrid>
      <w:tr w:rsidR="009571DF" w:rsidRPr="00DA02E6" w14:paraId="55462A32" w14:textId="77777777" w:rsidTr="009A1D82">
        <w:tc>
          <w:tcPr>
            <w:tcW w:w="1440" w:type="dxa"/>
            <w:shd w:val="clear" w:color="auto" w:fill="auto"/>
          </w:tcPr>
          <w:p w14:paraId="2E532FF0" w14:textId="6D8119B1" w:rsidR="00004D9C" w:rsidRPr="00DA02E6" w:rsidRDefault="00004D9C" w:rsidP="00020C36">
            <w:pPr>
              <w:rPr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2:00 – 2:1</w:t>
            </w:r>
            <w:r w:rsidR="009939DE">
              <w:rPr>
                <w:rFonts w:ascii="Arial Narrow" w:hAnsi="Arial Narrow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862C54E" w14:textId="761A20AA" w:rsidR="00004D9C" w:rsidRDefault="009571DF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Connecting with our Cohort</w:t>
            </w:r>
          </w:p>
          <w:p w14:paraId="44AA1FF6" w14:textId="645D1B8E" w:rsidR="00004D9C" w:rsidRPr="009571DF" w:rsidRDefault="009571DF" w:rsidP="009571D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8"/>
                <w:szCs w:val="28"/>
              </w:rPr>
            </w:pPr>
            <w:r w:rsidRPr="009571DF">
              <w:rPr>
                <w:rFonts w:ascii="Arial Narrow" w:hAnsi="Arial Narrow"/>
                <w:sz w:val="28"/>
                <w:szCs w:val="28"/>
              </w:rPr>
              <w:t xml:space="preserve">Share a summer experience/moment that you can </w:t>
            </w:r>
            <w:r w:rsidR="00365800">
              <w:rPr>
                <w:rFonts w:ascii="Arial Narrow" w:hAnsi="Arial Narrow"/>
                <w:sz w:val="28"/>
                <w:szCs w:val="28"/>
              </w:rPr>
              <w:t>visualize</w:t>
            </w:r>
            <w:r w:rsidRPr="009571DF">
              <w:rPr>
                <w:rFonts w:ascii="Arial Narrow" w:hAnsi="Arial Narrow"/>
                <w:sz w:val="28"/>
                <w:szCs w:val="28"/>
              </w:rPr>
              <w:t xml:space="preserve"> when you need to decompress or get re-energized this school year</w:t>
            </w:r>
          </w:p>
          <w:p w14:paraId="1038273E" w14:textId="62F6F824" w:rsidR="009571DF" w:rsidRPr="009571DF" w:rsidRDefault="009571DF" w:rsidP="009571DF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71DF">
              <w:rPr>
                <w:rFonts w:ascii="Arial Narrow" w:hAnsi="Arial Narrow"/>
                <w:sz w:val="28"/>
                <w:szCs w:val="28"/>
              </w:rPr>
              <w:t>As you think about this school year, what are you considering as an area of focus with your instruction and/or classroom environment</w:t>
            </w:r>
            <w:r w:rsidR="00365800">
              <w:rPr>
                <w:rFonts w:ascii="Arial Narrow" w:hAnsi="Arial Narrow"/>
                <w:sz w:val="28"/>
                <w:szCs w:val="28"/>
              </w:rPr>
              <w:t>?</w:t>
            </w:r>
          </w:p>
        </w:tc>
      </w:tr>
      <w:tr w:rsidR="009571DF" w:rsidRPr="00DA02E6" w14:paraId="16595FE2" w14:textId="77777777" w:rsidTr="009A1D82">
        <w:tc>
          <w:tcPr>
            <w:tcW w:w="1440" w:type="dxa"/>
            <w:shd w:val="clear" w:color="auto" w:fill="auto"/>
          </w:tcPr>
          <w:p w14:paraId="5174BB1A" w14:textId="0ABFD00C" w:rsidR="009571DF" w:rsidRDefault="009939DE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2:15</w:t>
            </w:r>
            <w:r w:rsidR="009571DF">
              <w:rPr>
                <w:rFonts w:ascii="Arial Narrow" w:hAnsi="Arial Narrow"/>
                <w:b/>
                <w:sz w:val="28"/>
                <w:szCs w:val="28"/>
              </w:rPr>
              <w:t xml:space="preserve"> –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2:20</w:t>
            </w:r>
          </w:p>
        </w:tc>
        <w:tc>
          <w:tcPr>
            <w:tcW w:w="0" w:type="auto"/>
            <w:shd w:val="clear" w:color="auto" w:fill="auto"/>
          </w:tcPr>
          <w:p w14:paraId="4BB19125" w14:textId="0626E50C" w:rsidR="009571DF" w:rsidRPr="00DA02E6" w:rsidRDefault="009571DF" w:rsidP="009571DF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Revisit Group Norms</w:t>
            </w:r>
          </w:p>
          <w:p w14:paraId="063ABC60" w14:textId="77777777" w:rsidR="009571DF" w:rsidRPr="00DA02E6" w:rsidRDefault="009571DF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9571DF" w:rsidRPr="00DA02E6" w14:paraId="38F752C2" w14:textId="77777777" w:rsidTr="009A1D82">
        <w:tc>
          <w:tcPr>
            <w:tcW w:w="1440" w:type="dxa"/>
            <w:shd w:val="clear" w:color="auto" w:fill="auto"/>
          </w:tcPr>
          <w:p w14:paraId="16ECE212" w14:textId="19715221" w:rsidR="00412D81" w:rsidRDefault="009939DE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2:20</w:t>
            </w:r>
            <w:r w:rsidR="009571DF">
              <w:rPr>
                <w:rFonts w:ascii="Arial Narrow" w:hAnsi="Arial Narrow"/>
                <w:b/>
                <w:sz w:val="28"/>
                <w:szCs w:val="28"/>
              </w:rPr>
              <w:t xml:space="preserve"> –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2:30</w:t>
            </w:r>
          </w:p>
        </w:tc>
        <w:tc>
          <w:tcPr>
            <w:tcW w:w="0" w:type="auto"/>
            <w:shd w:val="clear" w:color="auto" w:fill="auto"/>
          </w:tcPr>
          <w:p w14:paraId="4926DF1E" w14:textId="34F58470" w:rsidR="00412D81" w:rsidRDefault="009571DF" w:rsidP="00412D8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Core to College Grant</w:t>
            </w:r>
          </w:p>
          <w:p w14:paraId="18A97B99" w14:textId="77777777" w:rsidR="00412D81" w:rsidRDefault="00412D81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9571DF" w:rsidRPr="00DA02E6" w14:paraId="28168266" w14:textId="77777777" w:rsidTr="009A1D82">
        <w:tc>
          <w:tcPr>
            <w:tcW w:w="1440" w:type="dxa"/>
            <w:shd w:val="clear" w:color="auto" w:fill="auto"/>
          </w:tcPr>
          <w:p w14:paraId="7FCDB499" w14:textId="67835977" w:rsidR="00004D9C" w:rsidRPr="00DA02E6" w:rsidRDefault="009939DE" w:rsidP="00020C36">
            <w:pPr>
              <w:rPr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2:30</w:t>
            </w:r>
            <w:r w:rsidR="009571DF">
              <w:rPr>
                <w:rFonts w:ascii="Arial Narrow" w:hAnsi="Arial Narrow"/>
                <w:b/>
                <w:sz w:val="28"/>
                <w:szCs w:val="28"/>
              </w:rPr>
              <w:t xml:space="preserve"> –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2:45</w:t>
            </w:r>
          </w:p>
        </w:tc>
        <w:tc>
          <w:tcPr>
            <w:tcW w:w="0" w:type="auto"/>
            <w:shd w:val="clear" w:color="auto" w:fill="auto"/>
          </w:tcPr>
          <w:p w14:paraId="50590BEB" w14:textId="0353E188" w:rsidR="00004D9C" w:rsidRDefault="009A1D82" w:rsidP="00020C36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Read pages 5 – 6 and 10 – 13 from the </w:t>
            </w:r>
            <w:r w:rsidRPr="009A1D82">
              <w:rPr>
                <w:rFonts w:ascii="Arial Narrow" w:hAnsi="Arial Narrow"/>
                <w:b/>
                <w:i/>
                <w:sz w:val="28"/>
                <w:szCs w:val="28"/>
              </w:rPr>
              <w:t>Common Core Mathematics in a PLC at Work</w:t>
            </w:r>
          </w:p>
          <w:p w14:paraId="43FFC418" w14:textId="423FFB80" w:rsidR="009A1D82" w:rsidRPr="00B7324A" w:rsidRDefault="009A1D82" w:rsidP="00B7324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szCs w:val="28"/>
              </w:rPr>
            </w:pPr>
            <w:r w:rsidRPr="00B7324A">
              <w:rPr>
                <w:rFonts w:ascii="Arial Narrow" w:hAnsi="Arial Narrow"/>
                <w:sz w:val="28"/>
                <w:szCs w:val="28"/>
              </w:rPr>
              <w:t xml:space="preserve">Using table 1.1 (page 11), what stage do you think we working on by the end of our team work last year </w:t>
            </w:r>
          </w:p>
          <w:p w14:paraId="032B1D7A" w14:textId="017E99EF" w:rsidR="00672057" w:rsidRPr="00B7324A" w:rsidRDefault="009A1D82" w:rsidP="00B7324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szCs w:val="28"/>
              </w:rPr>
            </w:pPr>
            <w:r w:rsidRPr="00B7324A">
              <w:rPr>
                <w:rFonts w:ascii="Arial Narrow" w:hAnsi="Arial Narrow"/>
                <w:sz w:val="28"/>
                <w:szCs w:val="28"/>
              </w:rPr>
              <w:t>What stage do we want to move towards?</w:t>
            </w:r>
          </w:p>
        </w:tc>
      </w:tr>
      <w:tr w:rsidR="009571DF" w:rsidRPr="00DA02E6" w14:paraId="73FAF4DF" w14:textId="77777777" w:rsidTr="009A1D82">
        <w:tc>
          <w:tcPr>
            <w:tcW w:w="1440" w:type="dxa"/>
            <w:shd w:val="clear" w:color="auto" w:fill="auto"/>
          </w:tcPr>
          <w:p w14:paraId="02955BED" w14:textId="618F6C52" w:rsidR="00004D9C" w:rsidRPr="00DA02E6" w:rsidRDefault="009A1D82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2:45 – 3:00</w:t>
            </w:r>
          </w:p>
        </w:tc>
        <w:tc>
          <w:tcPr>
            <w:tcW w:w="0" w:type="auto"/>
            <w:shd w:val="clear" w:color="auto" w:fill="auto"/>
          </w:tcPr>
          <w:p w14:paraId="40103FD4" w14:textId="77777777" w:rsidR="00004D9C" w:rsidRDefault="00160B4D" w:rsidP="009A1D82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Brainstorm </w:t>
            </w:r>
            <w:r w:rsidR="009A1D82">
              <w:rPr>
                <w:rFonts w:ascii="Arial Narrow" w:hAnsi="Arial Narrow"/>
                <w:b/>
                <w:sz w:val="28"/>
                <w:szCs w:val="28"/>
              </w:rPr>
              <w:t>ideas on how we can move to the next stage</w:t>
            </w:r>
          </w:p>
          <w:p w14:paraId="2388BDE9" w14:textId="77777777" w:rsidR="009A1D82" w:rsidRDefault="009A1D82" w:rsidP="009A1D82">
            <w:pPr>
              <w:rPr>
                <w:rFonts w:ascii="Arial Narrow" w:hAnsi="Arial Narrow"/>
                <w:sz w:val="28"/>
                <w:szCs w:val="28"/>
              </w:rPr>
            </w:pPr>
            <w:r w:rsidRPr="009A1D82">
              <w:rPr>
                <w:rFonts w:ascii="Arial Narrow" w:hAnsi="Arial Narrow"/>
                <w:sz w:val="28"/>
                <w:szCs w:val="28"/>
              </w:rPr>
              <w:t>Refer to figure 1.7 on pages 20 – 21 for ideas</w:t>
            </w:r>
          </w:p>
          <w:p w14:paraId="5469A565" w14:textId="33DF2B1D" w:rsidR="00672057" w:rsidRPr="009A1D82" w:rsidRDefault="00672057" w:rsidP="009A1D8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71DF" w:rsidRPr="00DA02E6" w14:paraId="045744C4" w14:textId="77777777" w:rsidTr="009A1D82">
        <w:tc>
          <w:tcPr>
            <w:tcW w:w="1440" w:type="dxa"/>
            <w:shd w:val="clear" w:color="auto" w:fill="auto"/>
          </w:tcPr>
          <w:p w14:paraId="7D90FF67" w14:textId="093A5C48" w:rsidR="00004D9C" w:rsidRPr="00DA02E6" w:rsidRDefault="009A1D82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3:00 – 3:15</w:t>
            </w:r>
          </w:p>
        </w:tc>
        <w:tc>
          <w:tcPr>
            <w:tcW w:w="0" w:type="auto"/>
            <w:shd w:val="clear" w:color="auto" w:fill="auto"/>
          </w:tcPr>
          <w:p w14:paraId="3EA2FDF1" w14:textId="66DD2A53" w:rsidR="00004D9C" w:rsidRPr="00DA02E6" w:rsidRDefault="009A1D82" w:rsidP="00020C36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Develop Goals based on the brainstorm list</w:t>
            </w:r>
          </w:p>
          <w:p w14:paraId="0DF4D335" w14:textId="77777777" w:rsidR="00004D9C" w:rsidRPr="00DA02E6" w:rsidRDefault="00004D9C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9571DF" w:rsidRPr="00DA02E6" w14:paraId="024AA82F" w14:textId="77777777" w:rsidTr="009A1D82">
        <w:tc>
          <w:tcPr>
            <w:tcW w:w="1440" w:type="dxa"/>
            <w:shd w:val="clear" w:color="auto" w:fill="auto"/>
          </w:tcPr>
          <w:p w14:paraId="289563B9" w14:textId="6F8329C6" w:rsidR="006B0D44" w:rsidRDefault="009A1D82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3:15 – 3:20</w:t>
            </w:r>
          </w:p>
        </w:tc>
        <w:tc>
          <w:tcPr>
            <w:tcW w:w="0" w:type="auto"/>
            <w:shd w:val="clear" w:color="auto" w:fill="auto"/>
          </w:tcPr>
          <w:p w14:paraId="45558566" w14:textId="77777777" w:rsidR="006B0D44" w:rsidRDefault="009A1D82" w:rsidP="00020C36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Next Steps</w:t>
            </w:r>
          </w:p>
          <w:p w14:paraId="6DA4E290" w14:textId="77777777" w:rsidR="009A1D82" w:rsidRPr="009A1D82" w:rsidRDefault="009A1D82" w:rsidP="009A1D8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8"/>
                <w:szCs w:val="28"/>
              </w:rPr>
            </w:pPr>
            <w:r w:rsidRPr="009A1D82">
              <w:rPr>
                <w:rFonts w:ascii="Arial Narrow" w:hAnsi="Arial Narrow"/>
                <w:sz w:val="28"/>
                <w:szCs w:val="28"/>
              </w:rPr>
              <w:t>Read chapters 1 and 2</w:t>
            </w:r>
          </w:p>
          <w:p w14:paraId="061F8554" w14:textId="3B97A9F0" w:rsidR="009A1D82" w:rsidRPr="009A1D82" w:rsidRDefault="009A1D82" w:rsidP="009A1D8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sz w:val="28"/>
                <w:szCs w:val="28"/>
              </w:rPr>
            </w:pPr>
            <w:r w:rsidRPr="009A1D82">
              <w:rPr>
                <w:rFonts w:ascii="Arial Narrow" w:hAnsi="Arial Narrow"/>
                <w:sz w:val="28"/>
                <w:szCs w:val="28"/>
              </w:rPr>
              <w:t>Attend the October 11</w:t>
            </w:r>
            <w:r w:rsidRPr="009A1D82">
              <w:rPr>
                <w:rFonts w:ascii="Arial Narrow" w:hAnsi="Arial Narrow"/>
                <w:sz w:val="28"/>
                <w:szCs w:val="28"/>
                <w:vertAlign w:val="superscript"/>
              </w:rPr>
              <w:t>th</w:t>
            </w:r>
            <w:r w:rsidRPr="009A1D82">
              <w:rPr>
                <w:rFonts w:ascii="Arial Narrow" w:hAnsi="Arial Narrow"/>
                <w:sz w:val="28"/>
                <w:szCs w:val="28"/>
              </w:rPr>
              <w:t xml:space="preserve"> Event</w:t>
            </w:r>
          </w:p>
        </w:tc>
      </w:tr>
    </w:tbl>
    <w:p w14:paraId="22F5C2A3" w14:textId="69949BA1" w:rsidR="00004D9C" w:rsidRDefault="00004D9C" w:rsidP="00004D9C">
      <w:pPr>
        <w:rPr>
          <w:sz w:val="28"/>
          <w:szCs w:val="28"/>
        </w:rPr>
      </w:pPr>
    </w:p>
    <w:p w14:paraId="7BAB1A77" w14:textId="1CA3E358" w:rsidR="00642DF0" w:rsidRPr="00642DF0" w:rsidRDefault="00642DF0" w:rsidP="00004D9C">
      <w:pPr>
        <w:rPr>
          <w:rFonts w:ascii="Arial Narrow" w:hAnsi="Arial Narrow"/>
          <w:sz w:val="28"/>
          <w:szCs w:val="28"/>
        </w:rPr>
      </w:pPr>
      <w:r w:rsidRPr="00642DF0">
        <w:rPr>
          <w:rFonts w:ascii="Arial Narrow" w:hAnsi="Arial Narrow"/>
          <w:b/>
          <w:sz w:val="28"/>
          <w:szCs w:val="28"/>
        </w:rPr>
        <w:t>Future Cohort Meeting Dates</w:t>
      </w:r>
      <w:r w:rsidRPr="00562FCF">
        <w:rPr>
          <w:rFonts w:ascii="Arial Narrow" w:hAnsi="Arial Narrow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642DF0" w14:paraId="48AB7FAC" w14:textId="0EA08EAC" w:rsidTr="00642DF0">
        <w:tc>
          <w:tcPr>
            <w:tcW w:w="2520" w:type="dxa"/>
          </w:tcPr>
          <w:p w14:paraId="04956F79" w14:textId="73ED3861" w:rsidR="00642DF0" w:rsidRPr="00642DF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October 25, 2012</w:t>
            </w:r>
          </w:p>
        </w:tc>
        <w:tc>
          <w:tcPr>
            <w:tcW w:w="2520" w:type="dxa"/>
          </w:tcPr>
          <w:p w14:paraId="3775F8B0" w14:textId="32541B44" w:rsidR="00642DF0" w:rsidRPr="00562FCF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January 17</w:t>
            </w:r>
            <w:r w:rsidR="00642DF0" w:rsidRPr="00562FCF">
              <w:rPr>
                <w:rFonts w:ascii="Arial Narrow" w:hAnsi="Arial Narrow"/>
                <w:b w:val="0"/>
                <w:szCs w:val="28"/>
              </w:rPr>
              <w:t>, 2</w:t>
            </w:r>
            <w:r>
              <w:rPr>
                <w:rFonts w:ascii="Arial Narrow" w:hAnsi="Arial Narrow"/>
                <w:b w:val="0"/>
                <w:szCs w:val="28"/>
              </w:rPr>
              <w:t>013</w:t>
            </w:r>
          </w:p>
          <w:p w14:paraId="73E238D7" w14:textId="77777777" w:rsidR="00642DF0" w:rsidRDefault="00642DF0" w:rsidP="00642DF0">
            <w:pPr>
              <w:pStyle w:val="Title"/>
              <w:jc w:val="both"/>
              <w:rPr>
                <w:rFonts w:ascii="Arial Narrow" w:hAnsi="Arial Narrow"/>
                <w:szCs w:val="28"/>
              </w:rPr>
            </w:pPr>
          </w:p>
        </w:tc>
        <w:tc>
          <w:tcPr>
            <w:tcW w:w="2520" w:type="dxa"/>
          </w:tcPr>
          <w:p w14:paraId="7004841A" w14:textId="5A83EC74" w:rsidR="00642DF0" w:rsidRPr="00562FCF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March 14, 2013</w:t>
            </w:r>
          </w:p>
          <w:p w14:paraId="408E1535" w14:textId="77777777" w:rsidR="00642DF0" w:rsidRPr="00562FCF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</w:p>
        </w:tc>
      </w:tr>
      <w:tr w:rsidR="00642DF0" w14:paraId="017AA206" w14:textId="25D058FD" w:rsidTr="00642DF0">
        <w:tc>
          <w:tcPr>
            <w:tcW w:w="2520" w:type="dxa"/>
          </w:tcPr>
          <w:p w14:paraId="4A7282AE" w14:textId="560EFA52" w:rsidR="00642DF0" w:rsidRPr="00562FCF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November 15, 2012</w:t>
            </w:r>
          </w:p>
          <w:p w14:paraId="764DD527" w14:textId="77777777" w:rsidR="00642DF0" w:rsidRDefault="00642DF0" w:rsidP="00642DF0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3D25BD1" w14:textId="03C7864E" w:rsidR="00642DF0" w:rsidRPr="00562FCF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February 7, 2013</w:t>
            </w:r>
          </w:p>
          <w:p w14:paraId="22F73A0C" w14:textId="77777777" w:rsidR="00642DF0" w:rsidRDefault="00642DF0" w:rsidP="00642DF0">
            <w:pPr>
              <w:pStyle w:val="Title"/>
              <w:jc w:val="both"/>
              <w:rPr>
                <w:rFonts w:ascii="Arial Narrow" w:hAnsi="Arial Narrow"/>
                <w:szCs w:val="28"/>
              </w:rPr>
            </w:pPr>
          </w:p>
        </w:tc>
        <w:tc>
          <w:tcPr>
            <w:tcW w:w="2520" w:type="dxa"/>
          </w:tcPr>
          <w:p w14:paraId="784CDD2B" w14:textId="222D4EC4" w:rsidR="00642DF0" w:rsidRPr="00562FCF" w:rsidRDefault="00642DF0" w:rsidP="0036580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 w:rsidRPr="00562FCF">
              <w:rPr>
                <w:rFonts w:ascii="Arial Narrow" w:hAnsi="Arial Narrow"/>
                <w:b w:val="0"/>
                <w:szCs w:val="28"/>
              </w:rPr>
              <w:t xml:space="preserve">April </w:t>
            </w:r>
            <w:r w:rsidR="00E24F86">
              <w:rPr>
                <w:rFonts w:ascii="Arial Narrow" w:hAnsi="Arial Narrow"/>
                <w:b w:val="0"/>
                <w:szCs w:val="28"/>
              </w:rPr>
              <w:t>25, 2013</w:t>
            </w:r>
          </w:p>
          <w:p w14:paraId="44F2A75E" w14:textId="77777777" w:rsidR="00642DF0" w:rsidRPr="00562FCF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</w:p>
        </w:tc>
      </w:tr>
      <w:tr w:rsidR="00642DF0" w14:paraId="2346FC0B" w14:textId="2C0BA99A" w:rsidTr="00642DF0">
        <w:tc>
          <w:tcPr>
            <w:tcW w:w="2520" w:type="dxa"/>
          </w:tcPr>
          <w:p w14:paraId="3D5F5715" w14:textId="29D04B63" w:rsidR="00642DF0" w:rsidRPr="00562FCF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December 6, 2012</w:t>
            </w:r>
          </w:p>
          <w:p w14:paraId="58A6747A" w14:textId="77777777" w:rsidR="00642DF0" w:rsidRDefault="00642DF0" w:rsidP="00642DF0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7A5CDE5" w14:textId="51528119" w:rsidR="00642DF0" w:rsidRPr="00562FCF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  <w:r>
              <w:rPr>
                <w:rFonts w:ascii="Arial Narrow" w:hAnsi="Arial Narrow"/>
                <w:b w:val="0"/>
                <w:szCs w:val="28"/>
              </w:rPr>
              <w:t>February 28, 2013</w:t>
            </w:r>
          </w:p>
          <w:p w14:paraId="04CF6449" w14:textId="77777777" w:rsidR="00642DF0" w:rsidRDefault="00642DF0" w:rsidP="00642DF0">
            <w:pPr>
              <w:pStyle w:val="Title"/>
              <w:jc w:val="both"/>
              <w:rPr>
                <w:rFonts w:ascii="Arial Narrow" w:hAnsi="Arial Narrow"/>
                <w:szCs w:val="28"/>
              </w:rPr>
            </w:pPr>
          </w:p>
        </w:tc>
        <w:tc>
          <w:tcPr>
            <w:tcW w:w="2520" w:type="dxa"/>
          </w:tcPr>
          <w:p w14:paraId="37CDA10D" w14:textId="18AB8CF0" w:rsidR="00642DF0" w:rsidRDefault="00E24F86" w:rsidP="00365800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May 16, 2013</w:t>
            </w:r>
          </w:p>
          <w:p w14:paraId="5676345D" w14:textId="77777777" w:rsidR="00642DF0" w:rsidRPr="00562FCF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Cs w:val="28"/>
              </w:rPr>
            </w:pPr>
          </w:p>
        </w:tc>
      </w:tr>
    </w:tbl>
    <w:p w14:paraId="2A5C6274" w14:textId="58B2B086" w:rsidR="009A1D82" w:rsidRDefault="00672057" w:rsidP="00004D9C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October 11</w:t>
      </w:r>
      <w:r w:rsidRPr="00672057">
        <w:rPr>
          <w:rFonts w:ascii="Arial Narrow" w:hAnsi="Arial Narrow"/>
          <w:b/>
          <w:sz w:val="28"/>
          <w:szCs w:val="28"/>
          <w:vertAlign w:val="superscript"/>
        </w:rPr>
        <w:t>th</w:t>
      </w:r>
      <w:r>
        <w:rPr>
          <w:rFonts w:ascii="Arial Narrow" w:hAnsi="Arial Narrow"/>
          <w:b/>
          <w:sz w:val="28"/>
          <w:szCs w:val="28"/>
        </w:rPr>
        <w:t xml:space="preserve">:  </w:t>
      </w:r>
      <w:r w:rsidR="00642DF0" w:rsidRPr="00642DF0">
        <w:rPr>
          <w:rFonts w:ascii="Arial Narrow" w:hAnsi="Arial Narrow"/>
          <w:b/>
          <w:sz w:val="28"/>
          <w:szCs w:val="28"/>
        </w:rPr>
        <w:t>C</w:t>
      </w:r>
      <w:r w:rsidR="009A1D82">
        <w:rPr>
          <w:rFonts w:ascii="Arial Narrow" w:hAnsi="Arial Narrow"/>
          <w:b/>
          <w:sz w:val="28"/>
          <w:szCs w:val="28"/>
        </w:rPr>
        <w:t xml:space="preserve">CSS </w:t>
      </w:r>
      <w:r w:rsidR="009C368E">
        <w:rPr>
          <w:rFonts w:ascii="Arial Narrow" w:hAnsi="Arial Narrow"/>
          <w:b/>
          <w:sz w:val="28"/>
          <w:szCs w:val="28"/>
        </w:rPr>
        <w:t xml:space="preserve">Mathematical Practices </w:t>
      </w:r>
      <w:r w:rsidR="009A1D82">
        <w:rPr>
          <w:rFonts w:ascii="Arial Narrow" w:hAnsi="Arial Narrow"/>
          <w:b/>
          <w:sz w:val="28"/>
          <w:szCs w:val="28"/>
        </w:rPr>
        <w:t>Session with Kris Lindeblad</w:t>
      </w:r>
    </w:p>
    <w:p w14:paraId="565560E3" w14:textId="7CB6B8D4" w:rsidR="00642DF0" w:rsidRPr="00642DF0" w:rsidRDefault="009A1D82" w:rsidP="00004D9C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Session 1:  7:30 </w:t>
      </w:r>
      <w:r w:rsidR="009C368E">
        <w:rPr>
          <w:rFonts w:ascii="Arial Narrow" w:hAnsi="Arial Narrow"/>
          <w:b/>
          <w:sz w:val="28"/>
          <w:szCs w:val="28"/>
        </w:rPr>
        <w:t>–</w:t>
      </w:r>
      <w:r>
        <w:rPr>
          <w:rFonts w:ascii="Arial Narrow" w:hAnsi="Arial Narrow"/>
          <w:b/>
          <w:sz w:val="28"/>
          <w:szCs w:val="28"/>
        </w:rPr>
        <w:t xml:space="preserve"> </w:t>
      </w:r>
      <w:proofErr w:type="gramStart"/>
      <w:r w:rsidR="009C368E">
        <w:rPr>
          <w:rFonts w:ascii="Arial Narrow" w:hAnsi="Arial Narrow"/>
          <w:b/>
          <w:sz w:val="28"/>
          <w:szCs w:val="28"/>
        </w:rPr>
        <w:t>10:00  OR</w:t>
      </w:r>
      <w:proofErr w:type="gramEnd"/>
      <w:r w:rsidR="009C368E">
        <w:rPr>
          <w:rFonts w:ascii="Arial Narrow" w:hAnsi="Arial Narrow"/>
          <w:b/>
          <w:sz w:val="28"/>
          <w:szCs w:val="28"/>
        </w:rPr>
        <w:t xml:space="preserve">  11:30 – 2:00</w:t>
      </w:r>
    </w:p>
    <w:p w14:paraId="3EDA5742" w14:textId="77777777" w:rsidR="00562FCF" w:rsidRPr="00562FCF" w:rsidRDefault="00562FCF" w:rsidP="00562FCF">
      <w:pPr>
        <w:ind w:firstLine="720"/>
        <w:rPr>
          <w:rFonts w:ascii="Arial Narrow" w:hAnsi="Arial Narrow"/>
          <w:sz w:val="28"/>
          <w:szCs w:val="28"/>
        </w:rPr>
      </w:pPr>
    </w:p>
    <w:p w14:paraId="63030B84" w14:textId="77777777" w:rsidR="00004D9C" w:rsidRPr="00DA02E6" w:rsidRDefault="00004D9C" w:rsidP="00004D9C">
      <w:pPr>
        <w:rPr>
          <w:rFonts w:ascii="Arial Narrow" w:hAnsi="Arial Narrow"/>
          <w:b/>
          <w:sz w:val="28"/>
          <w:szCs w:val="28"/>
        </w:rPr>
      </w:pPr>
      <w:r w:rsidRPr="00DA02E6">
        <w:rPr>
          <w:rFonts w:ascii="Arial Narrow" w:hAnsi="Arial Narrow"/>
          <w:b/>
          <w:sz w:val="28"/>
          <w:szCs w:val="28"/>
        </w:rPr>
        <w:t>Norms for our Work:</w:t>
      </w:r>
    </w:p>
    <w:p w14:paraId="06DDA1B2" w14:textId="77777777" w:rsidR="00004D9C" w:rsidRPr="00874C56" w:rsidRDefault="00004D9C" w:rsidP="00004D9C">
      <w:pPr>
        <w:numPr>
          <w:ilvl w:val="0"/>
          <w:numId w:val="2"/>
        </w:numPr>
        <w:rPr>
          <w:rFonts w:ascii="Arial Narrow" w:hAnsi="Arial Narrow"/>
          <w:b/>
          <w:sz w:val="28"/>
          <w:szCs w:val="28"/>
        </w:rPr>
      </w:pPr>
      <w:r w:rsidRPr="00874C56">
        <w:rPr>
          <w:rFonts w:ascii="Arial Narrow" w:hAnsi="Arial Narrow"/>
          <w:b/>
          <w:sz w:val="28"/>
          <w:szCs w:val="28"/>
        </w:rPr>
        <w:t>Presume positive intentions.</w:t>
      </w:r>
    </w:p>
    <w:p w14:paraId="7F90DBDD" w14:textId="77777777" w:rsidR="00004D9C" w:rsidRPr="00874C56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Cs w:val="28"/>
        </w:rPr>
      </w:pPr>
      <w:r w:rsidRPr="00874C56">
        <w:rPr>
          <w:rFonts w:ascii="Arial Narrow" w:hAnsi="Arial Narrow"/>
          <w:szCs w:val="28"/>
        </w:rPr>
        <w:t>Respect for multiple perspectives.</w:t>
      </w:r>
    </w:p>
    <w:p w14:paraId="3D6339CD" w14:textId="3280DDA4" w:rsidR="000319DC" w:rsidRPr="00CD18A0" w:rsidRDefault="00004D9C" w:rsidP="00CD18A0">
      <w:pPr>
        <w:numPr>
          <w:ilvl w:val="0"/>
          <w:numId w:val="2"/>
        </w:numPr>
        <w:rPr>
          <w:rFonts w:ascii="Arial Narrow" w:hAnsi="Arial Narrow"/>
          <w:b/>
          <w:sz w:val="28"/>
          <w:szCs w:val="28"/>
        </w:rPr>
      </w:pPr>
      <w:r w:rsidRPr="00874C56">
        <w:rPr>
          <w:rFonts w:ascii="Arial Narrow" w:hAnsi="Arial Narrow"/>
          <w:b/>
          <w:sz w:val="28"/>
          <w:szCs w:val="28"/>
        </w:rPr>
        <w:t>Equity of All Voices.</w:t>
      </w:r>
      <w:bookmarkStart w:id="0" w:name="_GoBack"/>
      <w:bookmarkEnd w:id="0"/>
    </w:p>
    <w:sectPr w:rsidR="000319DC" w:rsidRPr="00CD18A0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38A"/>
    <w:multiLevelType w:val="hybridMultilevel"/>
    <w:tmpl w:val="D5E42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45E1466"/>
    <w:multiLevelType w:val="hybridMultilevel"/>
    <w:tmpl w:val="5FB28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37ADE"/>
    <w:multiLevelType w:val="hybridMultilevel"/>
    <w:tmpl w:val="B0F4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160B4D"/>
    <w:rsid w:val="001B0DA2"/>
    <w:rsid w:val="002E66FF"/>
    <w:rsid w:val="00365800"/>
    <w:rsid w:val="003A173C"/>
    <w:rsid w:val="00412D81"/>
    <w:rsid w:val="00562FCF"/>
    <w:rsid w:val="00642DF0"/>
    <w:rsid w:val="00672057"/>
    <w:rsid w:val="006B0D44"/>
    <w:rsid w:val="007058B4"/>
    <w:rsid w:val="007E1549"/>
    <w:rsid w:val="007E7A84"/>
    <w:rsid w:val="00874C56"/>
    <w:rsid w:val="008E307A"/>
    <w:rsid w:val="009363FF"/>
    <w:rsid w:val="00951BCC"/>
    <w:rsid w:val="009571DF"/>
    <w:rsid w:val="009939DE"/>
    <w:rsid w:val="009A1D82"/>
    <w:rsid w:val="009C368E"/>
    <w:rsid w:val="00A506AC"/>
    <w:rsid w:val="00B01F97"/>
    <w:rsid w:val="00B64D0A"/>
    <w:rsid w:val="00B7324A"/>
    <w:rsid w:val="00CD18A0"/>
    <w:rsid w:val="00D35518"/>
    <w:rsid w:val="00D44D79"/>
    <w:rsid w:val="00E2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6ABC2D47</Template>
  <TotalTime>1</TotalTime>
  <Pages>1</Pages>
  <Words>234</Words>
  <Characters>1139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2012-09-14T20:26:00Z</dcterms:created>
  <dcterms:modified xsi:type="dcterms:W3CDTF">2012-09-14T20:26:00Z</dcterms:modified>
</cp:coreProperties>
</file>